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C7F973" w14:textId="77777777" w:rsidR="003D3A6E" w:rsidRPr="00BA0712" w:rsidRDefault="003D3A6E">
      <w:pPr>
        <w:pStyle w:val="a3"/>
        <w:spacing w:line="308" w:lineRule="exact"/>
      </w:pPr>
      <w:bookmarkStart w:id="0" w:name="_GoBack"/>
      <w:bookmarkEnd w:id="0"/>
      <w:r w:rsidRPr="008C57F5">
        <w:rPr>
          <w:rFonts w:ascii="ＭＳ ゴシック" w:eastAsia="ＭＳ ゴシック" w:hAnsi="ＭＳ ゴシック" w:hint="eastAsia"/>
          <w:b/>
          <w:spacing w:val="89"/>
          <w:sz w:val="28"/>
          <w:szCs w:val="28"/>
          <w:fitText w:val="2120" w:id="-203149056"/>
        </w:rPr>
        <w:t>【記載例</w:t>
      </w:r>
      <w:r w:rsidRPr="008C57F5">
        <w:rPr>
          <w:rFonts w:ascii="ＭＳ ゴシック" w:eastAsia="ＭＳ ゴシック" w:hAnsi="ＭＳ ゴシック" w:hint="eastAsia"/>
          <w:b/>
          <w:spacing w:val="1"/>
          <w:sz w:val="28"/>
          <w:szCs w:val="28"/>
          <w:fitText w:val="2120" w:id="-203149056"/>
        </w:rPr>
        <w:t>】</w:t>
      </w:r>
      <w:r w:rsidRPr="00BA0712">
        <w:rPr>
          <w:rFonts w:ascii="ＭＳ 明朝" w:hAnsi="ＭＳ 明朝" w:hint="eastAsia"/>
          <w:b/>
          <w:bCs/>
        </w:rPr>
        <w:t>＜（</w:t>
      </w:r>
      <w:r w:rsidR="00D65FA1" w:rsidRPr="00BA0712">
        <w:rPr>
          <w:rFonts w:ascii="ＭＳ 明朝" w:hAnsi="ＭＳ 明朝" w:hint="eastAsia"/>
          <w:b/>
          <w:bCs/>
        </w:rPr>
        <w:t>公</w:t>
      </w:r>
      <w:r w:rsidRPr="00BA0712">
        <w:rPr>
          <w:rFonts w:ascii="ＭＳ 明朝" w:hAnsi="ＭＳ 明朝" w:hint="eastAsia"/>
          <w:b/>
          <w:bCs/>
        </w:rPr>
        <w:t>財）京都府</w:t>
      </w:r>
      <w:r w:rsidR="00400F05" w:rsidRPr="00BA0712">
        <w:rPr>
          <w:rFonts w:ascii="ＭＳ 明朝" w:hAnsi="ＭＳ 明朝" w:hint="eastAsia"/>
          <w:b/>
          <w:bCs/>
        </w:rPr>
        <w:t>スポーツ</w:t>
      </w:r>
      <w:r w:rsidRPr="00BA0712">
        <w:rPr>
          <w:rFonts w:ascii="ＭＳ 明朝" w:hAnsi="ＭＳ 明朝" w:hint="eastAsia"/>
          <w:b/>
          <w:bCs/>
        </w:rPr>
        <w:t>協会・競技団体会長あて</w:t>
      </w:r>
      <w:r w:rsidRPr="00BA0712">
        <w:rPr>
          <w:rFonts w:ascii="ＭＳ 明朝" w:hAnsi="ＭＳ 明朝" w:hint="eastAsia"/>
          <w:b/>
          <w:bCs/>
          <w:u w:val="wave" w:color="000000"/>
        </w:rPr>
        <w:t>２通作成</w:t>
      </w:r>
      <w:r w:rsidRPr="00BA0712">
        <w:rPr>
          <w:rFonts w:ascii="ＭＳ 明朝" w:hAnsi="ＭＳ 明朝" w:hint="eastAsia"/>
          <w:b/>
          <w:bCs/>
        </w:rPr>
        <w:t>する＞</w:t>
      </w:r>
    </w:p>
    <w:p w14:paraId="50B9842C" w14:textId="77777777" w:rsidR="003D3A6E" w:rsidRDefault="003D3A6E">
      <w:pPr>
        <w:pStyle w:val="a3"/>
        <w:jc w:val="right"/>
      </w:pPr>
      <w:r>
        <w:rPr>
          <w:rFonts w:ascii="ＭＳ 明朝" w:hAnsi="ＭＳ 明朝" w:hint="eastAsia"/>
        </w:rPr>
        <w:t>〔様式１－Ｂ：継続使用〕</w:t>
      </w:r>
    </w:p>
    <w:p w14:paraId="78106C30" w14:textId="28CAD040" w:rsidR="003D3A6E" w:rsidRDefault="001D7C21">
      <w:pPr>
        <w:pStyle w:val="a3"/>
        <w:spacing w:line="264" w:lineRule="exact"/>
        <w:jc w:val="center"/>
      </w:pPr>
      <w:r w:rsidRPr="00894ADA">
        <w:rPr>
          <w:rFonts w:ascii="ＭＳ 明朝" w:hAnsi="ＭＳ 明朝" w:hint="eastAsia"/>
          <w:spacing w:val="31"/>
          <w:w w:val="68"/>
          <w:sz w:val="24"/>
          <w:szCs w:val="24"/>
          <w:fitText w:val="7200" w:id="-203149055"/>
        </w:rPr>
        <w:t>第</w:t>
      </w:r>
      <w:r w:rsidR="00894ADA" w:rsidRPr="00894ADA">
        <w:rPr>
          <w:rFonts w:ascii="ＭＳ 明朝" w:hAnsi="ＭＳ 明朝" w:hint="eastAsia"/>
          <w:spacing w:val="31"/>
          <w:w w:val="68"/>
          <w:sz w:val="24"/>
          <w:szCs w:val="24"/>
          <w:fitText w:val="7200" w:id="-203149055"/>
        </w:rPr>
        <w:t>80</w:t>
      </w:r>
      <w:r w:rsidRPr="00894ADA">
        <w:rPr>
          <w:rFonts w:ascii="ＭＳ 明朝" w:hAnsi="ＭＳ 明朝" w:hint="eastAsia"/>
          <w:spacing w:val="31"/>
          <w:w w:val="68"/>
          <w:sz w:val="24"/>
          <w:szCs w:val="24"/>
          <w:fitText w:val="7200" w:id="-203149055"/>
        </w:rPr>
        <w:t>回</w:t>
      </w:r>
      <w:r w:rsidRPr="00894ADA">
        <w:rPr>
          <w:rFonts w:ascii="ＭＳ 明朝" w:hAnsi="ＭＳ 明朝" w:hint="eastAsia"/>
          <w:spacing w:val="31"/>
          <w:sz w:val="24"/>
          <w:szCs w:val="24"/>
          <w:fitText w:val="7200" w:id="-203149055"/>
        </w:rPr>
        <w:t>国民スポーツ大会冬季大会</w:t>
      </w:r>
      <w:r w:rsidR="003D3A6E" w:rsidRPr="00894ADA">
        <w:rPr>
          <w:rFonts w:ascii="ＭＳ 明朝" w:hAnsi="ＭＳ 明朝" w:hint="eastAsia"/>
          <w:spacing w:val="31"/>
          <w:w w:val="68"/>
          <w:sz w:val="24"/>
          <w:szCs w:val="24"/>
          <w:fitText w:val="7200" w:id="-203149055"/>
        </w:rPr>
        <w:t>ふるさと選手制度使用申請</w:t>
      </w:r>
      <w:r w:rsidR="003D3A6E" w:rsidRPr="00894ADA">
        <w:rPr>
          <w:rFonts w:ascii="ＭＳ 明朝" w:hAnsi="ＭＳ 明朝" w:hint="eastAsia"/>
          <w:spacing w:val="18"/>
          <w:w w:val="68"/>
          <w:sz w:val="24"/>
          <w:szCs w:val="24"/>
          <w:fitText w:val="7200" w:id="-203149055"/>
        </w:rPr>
        <w:t>書</w:t>
      </w:r>
    </w:p>
    <w:p w14:paraId="29137655" w14:textId="77777777" w:rsidR="003D3A6E" w:rsidRDefault="003D3A6E">
      <w:pPr>
        <w:pStyle w:val="a3"/>
      </w:pPr>
    </w:p>
    <w:p w14:paraId="6AAF6F52" w14:textId="77777777" w:rsidR="003D3A6E" w:rsidRDefault="003D3A6E">
      <w:pPr>
        <w:pStyle w:val="a3"/>
      </w:pPr>
      <w:r>
        <w:rPr>
          <w:rFonts w:ascii="ＭＳ 明朝" w:hAnsi="ＭＳ 明朝" w:hint="eastAsia"/>
        </w:rPr>
        <w:t xml:space="preserve">　</w:t>
      </w:r>
      <w:r w:rsidR="00D65FA1">
        <w:rPr>
          <w:rFonts w:ascii="ＭＳ 明朝" w:hAnsi="ＭＳ 明朝" w:hint="eastAsia"/>
        </w:rPr>
        <w:t>公益</w:t>
      </w:r>
      <w:r>
        <w:rPr>
          <w:rFonts w:ascii="ＭＳ 明朝" w:hAnsi="ＭＳ 明朝" w:hint="eastAsia"/>
        </w:rPr>
        <w:t>財団法人京都府</w:t>
      </w:r>
      <w:r w:rsidR="00400F05">
        <w:rPr>
          <w:rFonts w:ascii="ＭＳ 明朝" w:hAnsi="ＭＳ 明朝" w:hint="eastAsia"/>
        </w:rPr>
        <w:t>スポーツ</w:t>
      </w:r>
      <w:r>
        <w:rPr>
          <w:rFonts w:ascii="ＭＳ 明朝" w:hAnsi="ＭＳ 明朝" w:hint="eastAsia"/>
        </w:rPr>
        <w:t>協会</w:t>
      </w:r>
      <w:r>
        <w:rPr>
          <w:rFonts w:eastAsia="Times New Roman" w:cs="Times New Roman"/>
        </w:rPr>
        <w:t xml:space="preserve">     </w:t>
      </w:r>
      <w:r>
        <w:rPr>
          <w:rFonts w:ascii="ＭＳ 明朝" w:hAnsi="ＭＳ 明朝" w:hint="eastAsia"/>
          <w:b/>
          <w:bCs/>
        </w:rPr>
        <w:t>選考会・予選会参加申込期日までの届出日を記入</w:t>
      </w:r>
    </w:p>
    <w:p w14:paraId="674E91D3" w14:textId="77777777" w:rsidR="003D3A6E" w:rsidRDefault="003D09BD">
      <w:pPr>
        <w:pStyle w:val="a3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 wp14:anchorId="0FE6A4CB" wp14:editId="1E4CACDB">
                <wp:simplePos x="0" y="0"/>
                <wp:positionH relativeFrom="column">
                  <wp:posOffset>2705100</wp:posOffset>
                </wp:positionH>
                <wp:positionV relativeFrom="paragraph">
                  <wp:posOffset>40005</wp:posOffset>
                </wp:positionV>
                <wp:extent cx="28575" cy="593090"/>
                <wp:effectExtent l="0" t="0" r="0" b="0"/>
                <wp:wrapNone/>
                <wp:docPr id="16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28575" cy="59309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04B66CF4" id="Line 7" o:spid="_x0000_s1026" style="position:absolute;left:0;text-align:left;flip:x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13pt,3.15pt" to="215.25pt,49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">
                <v:stroke endarrow="block"/>
              </v:line>
            </w:pict>
          </mc:Fallback>
        </mc:AlternateContent>
      </w: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 wp14:anchorId="7E900E5E" wp14:editId="778430EB">
                <wp:simplePos x="0" y="0"/>
                <wp:positionH relativeFrom="column">
                  <wp:posOffset>2971800</wp:posOffset>
                </wp:positionH>
                <wp:positionV relativeFrom="paragraph">
                  <wp:posOffset>128270</wp:posOffset>
                </wp:positionV>
                <wp:extent cx="0" cy="762000"/>
                <wp:effectExtent l="0" t="0" r="0" b="0"/>
                <wp:wrapNone/>
                <wp:docPr id="15" name="Li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762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F89FD43" id="Line 8" o:spid="_x0000_s1026" style="position:absolute;left:0;text-align:lef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0.1pt" to="234pt,70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">
                <v:stroke endarrow="block"/>
              </v:line>
            </w:pict>
          </mc:Fallback>
        </mc:AlternateContent>
      </w:r>
      <w:r w:rsidR="003D3A6E">
        <w:rPr>
          <w:rFonts w:ascii="ＭＳ 明朝" w:hAnsi="ＭＳ 明朝" w:hint="eastAsia"/>
        </w:rPr>
        <w:t xml:space="preserve">　</w:t>
      </w:r>
      <w:r w:rsidR="00400F05">
        <w:rPr>
          <w:rFonts w:ascii="ＭＳ 明朝" w:hAnsi="ＭＳ 明朝" w:hint="eastAsia"/>
        </w:rPr>
        <w:t xml:space="preserve">会　　長　　</w:t>
      </w:r>
      <w:r w:rsidR="00EC563B">
        <w:rPr>
          <w:rFonts w:ascii="ＭＳ 明朝" w:hAnsi="ＭＳ 明朝" w:hint="eastAsia"/>
        </w:rPr>
        <w:t xml:space="preserve"> </w:t>
      </w:r>
      <w:r w:rsidR="00400F05">
        <w:rPr>
          <w:rFonts w:ascii="ＭＳ 明朝" w:hAnsi="ＭＳ 明朝" w:hint="eastAsia"/>
        </w:rPr>
        <w:t xml:space="preserve">　</w:t>
      </w:r>
      <w:r w:rsidR="00445A2B">
        <w:rPr>
          <w:rFonts w:ascii="ＭＳ 明朝" w:hAnsi="ＭＳ 明朝" w:hint="eastAsia"/>
        </w:rPr>
        <w:t>西　脇　隆　俊</w:t>
      </w:r>
      <w:r w:rsidR="003D3A6E">
        <w:rPr>
          <w:rFonts w:ascii="ＭＳ 明朝" w:hAnsi="ＭＳ 明朝" w:hint="eastAsia"/>
        </w:rPr>
        <w:t xml:space="preserve">　様</w:t>
      </w:r>
      <w:r w:rsidR="003D3A6E">
        <w:rPr>
          <w:rFonts w:eastAsia="Times New Roman" w:cs="Times New Roman"/>
        </w:rPr>
        <w:t xml:space="preserve">                     </w:t>
      </w:r>
      <w:r w:rsidR="003D3A6E">
        <w:rPr>
          <w:rFonts w:ascii="ＭＳ 明朝" w:hAnsi="ＭＳ 明朝" w:hint="eastAsia"/>
          <w:b/>
          <w:bCs/>
        </w:rPr>
        <w:t>漢字にふりがなを記入</w:t>
      </w:r>
    </w:p>
    <w:p w14:paraId="4C3D4137" w14:textId="77777777" w:rsidR="003D3A6E" w:rsidRDefault="00C37565" w:rsidP="00C37565">
      <w:pPr>
        <w:ind w:firstLineChars="100" w:firstLine="210"/>
      </w:pPr>
      <w:r>
        <w:rPr>
          <w:rFonts w:hint="eastAsia"/>
        </w:rPr>
        <w:t>競技団体名：京都府スキー連盟</w:t>
      </w:r>
      <w:r w:rsidR="003D3A6E">
        <w:rPr>
          <w:rFonts w:eastAsia="Times New Roman"/>
        </w:rPr>
        <w:t xml:space="preserve"> </w:t>
      </w:r>
      <w:r w:rsidR="00EC563B">
        <w:rPr>
          <w:rFonts w:ascii="ＭＳ 明朝" w:hAnsi="ＭＳ 明朝" w:hint="eastAsia"/>
        </w:rPr>
        <w:t xml:space="preserve">　</w:t>
      </w:r>
      <w:r w:rsidR="003D3A6E">
        <w:rPr>
          <w:rFonts w:eastAsia="Times New Roman"/>
        </w:rPr>
        <w:t xml:space="preserve">                              </w:t>
      </w:r>
      <w:r w:rsidR="003D3A6E">
        <w:rPr>
          <w:rFonts w:ascii="ＭＳ 明朝" w:hAnsi="ＭＳ 明朝" w:hint="eastAsia"/>
          <w:b/>
          <w:bCs/>
        </w:rPr>
        <w:t>楷書で丁寧に記入</w:t>
      </w:r>
    </w:p>
    <w:p w14:paraId="64FBB498" w14:textId="77777777" w:rsidR="003D3A6E" w:rsidRDefault="003D09BD" w:rsidP="00400F05">
      <w:pPr>
        <w:pStyle w:val="a3"/>
        <w:spacing w:line="240" w:lineRule="exact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 wp14:anchorId="2555A27B" wp14:editId="61470CF1">
                <wp:simplePos x="0" y="0"/>
                <wp:positionH relativeFrom="column">
                  <wp:posOffset>457200</wp:posOffset>
                </wp:positionH>
                <wp:positionV relativeFrom="paragraph">
                  <wp:posOffset>73660</wp:posOffset>
                </wp:positionV>
                <wp:extent cx="228600" cy="304800"/>
                <wp:effectExtent l="0" t="0" r="0" b="0"/>
                <wp:wrapNone/>
                <wp:docPr id="14" name="Li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228600" cy="3048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02558E7" id="Line 5" o:spid="_x0000_s1026" style="position:absolute;left:0;text-align:left;flip:y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6pt,5.8pt" to="54pt,29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">
                <v:stroke endarrow="block"/>
              </v:line>
            </w:pict>
          </mc:Fallback>
        </mc:AlternateContent>
      </w:r>
      <w:r w:rsidR="003D3A6E">
        <w:rPr>
          <w:rFonts w:ascii="ＭＳ 明朝" w:hAnsi="ＭＳ 明朝" w:hint="eastAsia"/>
        </w:rPr>
        <w:t xml:space="preserve">　</w:t>
      </w:r>
      <w:r w:rsidR="00400F05">
        <w:rPr>
          <w:rFonts w:ascii="ＭＳ 明朝" w:hAnsi="ＭＳ 明朝" w:hint="eastAsia"/>
        </w:rPr>
        <w:t xml:space="preserve">会　　長　　　</w:t>
      </w:r>
      <w:r w:rsidR="00C37565">
        <w:rPr>
          <w:rFonts w:ascii="ＭＳ 明朝" w:hAnsi="ＭＳ 明朝" w:hint="eastAsia"/>
        </w:rPr>
        <w:t xml:space="preserve"> </w:t>
      </w:r>
      <w:r w:rsidR="00C37565">
        <w:rPr>
          <w:rFonts w:hint="eastAsia"/>
        </w:rPr>
        <w:t>増　山　晃　章</w:t>
      </w:r>
      <w:r w:rsidR="003D3A6E">
        <w:rPr>
          <w:rFonts w:ascii="ＭＳ 明朝" w:hAnsi="ＭＳ 明朝" w:hint="eastAsia"/>
        </w:rPr>
        <w:t xml:space="preserve">　様</w:t>
      </w:r>
    </w:p>
    <w:p w14:paraId="274C0E5A" w14:textId="77777777" w:rsidR="003D3A6E" w:rsidRDefault="003D09BD" w:rsidP="00400F05">
      <w:pPr>
        <w:pStyle w:val="a3"/>
        <w:spacing w:line="240" w:lineRule="exact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 wp14:anchorId="7DC86598" wp14:editId="0BEE7594">
                <wp:simplePos x="0" y="0"/>
                <wp:positionH relativeFrom="column">
                  <wp:posOffset>4495800</wp:posOffset>
                </wp:positionH>
                <wp:positionV relativeFrom="paragraph">
                  <wp:posOffset>84455</wp:posOffset>
                </wp:positionV>
                <wp:extent cx="457200" cy="381000"/>
                <wp:effectExtent l="0" t="0" r="0" b="0"/>
                <wp:wrapNone/>
                <wp:docPr id="13" name="Li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B5FFA3E" id="Line 6" o:spid="_x0000_s1026" style="position:absolute;left:0;text-align:left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54pt,6.65pt" to="390pt,3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">
                <v:stroke endarrow="block"/>
              </v:line>
            </w:pict>
          </mc:Fallback>
        </mc:AlternateContent>
      </w:r>
      <w:r w:rsidR="003D3A6E">
        <w:rPr>
          <w:rFonts w:eastAsia="Times New Roman" w:cs="Times New Roman"/>
        </w:rPr>
        <w:t xml:space="preserve">                                                              </w:t>
      </w:r>
      <w:r w:rsidR="003D3A6E">
        <w:rPr>
          <w:rFonts w:ascii="ＭＳ 明朝" w:hAnsi="ＭＳ 明朝" w:hint="eastAsia"/>
          <w:b/>
          <w:bCs/>
        </w:rPr>
        <w:t>必ず、押印すること</w:t>
      </w:r>
    </w:p>
    <w:p w14:paraId="2BCF5216" w14:textId="77777777" w:rsidR="003D3A6E" w:rsidRDefault="003D3A6E">
      <w:pPr>
        <w:pStyle w:val="a3"/>
      </w:pPr>
      <w:r>
        <w:rPr>
          <w:rFonts w:ascii="ＭＳ 明朝" w:hAnsi="ＭＳ 明朝" w:hint="eastAsia"/>
        </w:rPr>
        <w:t xml:space="preserve">　　　　　　　　　　　　　　　　届出日：</w:t>
      </w:r>
      <w:r w:rsidR="00400F05">
        <w:rPr>
          <w:rFonts w:ascii="ＭＳ 明朝" w:hAnsi="ＭＳ 明朝" w:hint="eastAsia"/>
        </w:rPr>
        <w:t xml:space="preserve">　　</w:t>
      </w:r>
      <w:r>
        <w:rPr>
          <w:rFonts w:ascii="ＭＳ 明朝" w:hAnsi="ＭＳ 明朝" w:hint="eastAsia"/>
        </w:rPr>
        <w:t xml:space="preserve">　　年　　月　　日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445"/>
        <w:gridCol w:w="4982"/>
      </w:tblGrid>
      <w:tr w:rsidR="003D3A6E" w14:paraId="411A64FE" w14:textId="77777777">
        <w:trPr>
          <w:cantSplit/>
          <w:trHeight w:hRule="exact" w:val="221"/>
        </w:trPr>
        <w:tc>
          <w:tcPr>
            <w:tcW w:w="3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4B8CE318" w14:textId="77777777" w:rsidR="00F36D42" w:rsidRDefault="003D3A6E" w:rsidP="00F36D42">
            <w:pPr>
              <w:pStyle w:val="a3"/>
              <w:rPr>
                <w:rFonts w:ascii="ＭＳ 明朝" w:hAnsi="ＭＳ 明朝"/>
                <w:b/>
                <w:bCs/>
              </w:rPr>
            </w:pPr>
            <w:r>
              <w:rPr>
                <w:rFonts w:ascii="ＭＳ 明朝" w:hAnsi="ＭＳ 明朝" w:hint="eastAsia"/>
                <w:b/>
                <w:bCs/>
              </w:rPr>
              <w:t>競技団体名・会長氏名を</w:t>
            </w:r>
          </w:p>
          <w:p w14:paraId="76F0E608" w14:textId="77777777" w:rsidR="00F36D42" w:rsidRDefault="00F36D42" w:rsidP="00F36D42">
            <w:pPr>
              <w:pStyle w:val="a3"/>
            </w:pPr>
            <w:r>
              <w:rPr>
                <w:rFonts w:ascii="ＭＳ 明朝" w:hAnsi="ＭＳ 明朝" w:hint="eastAsia"/>
                <w:b/>
                <w:bCs/>
              </w:rPr>
              <w:t>確認して記入</w:t>
            </w:r>
          </w:p>
          <w:p w14:paraId="12B5CAB4" w14:textId="77777777" w:rsidR="003D3A6E" w:rsidRDefault="003D3A6E">
            <w:pPr>
              <w:pStyle w:val="a3"/>
              <w:spacing w:line="148" w:lineRule="exact"/>
            </w:pPr>
          </w:p>
          <w:p w14:paraId="632E105D" w14:textId="77777777" w:rsidR="003D3A6E" w:rsidRDefault="003D09BD">
            <w:pPr>
              <w:pStyle w:val="a3"/>
            </w:pPr>
            <w:r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 wp14:anchorId="56215DE5" wp14:editId="591BFDB2">
                      <wp:simplePos x="0" y="0"/>
                      <wp:positionH relativeFrom="column">
                        <wp:posOffset>1295400</wp:posOffset>
                      </wp:positionH>
                      <wp:positionV relativeFrom="paragraph">
                        <wp:posOffset>121285</wp:posOffset>
                      </wp:positionV>
                      <wp:extent cx="906145" cy="80645"/>
                      <wp:effectExtent l="0" t="0" r="0" b="0"/>
                      <wp:wrapNone/>
                      <wp:docPr id="12" name="Line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906145" cy="8064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54E6BF28" id="Line 9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pt,9.55pt" to="173.35pt,15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">
                      <v:stroke endarrow="block"/>
                    </v:line>
                  </w:pict>
                </mc:Fallback>
              </mc:AlternateContent>
            </w:r>
            <w:r w:rsidR="003D3A6E">
              <w:rPr>
                <w:rFonts w:eastAsia="Times New Roman" w:cs="Times New Roman"/>
              </w:rPr>
              <w:t xml:space="preserve">            </w:t>
            </w:r>
            <w:r w:rsidR="003D3A6E">
              <w:rPr>
                <w:rFonts w:ascii="ＭＳ 明朝" w:hAnsi="ＭＳ 明朝" w:hint="eastAsia"/>
                <w:b/>
                <w:bCs/>
              </w:rPr>
              <w:t>西暦で記入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36A9BB" w14:textId="77777777" w:rsidR="003D3A6E" w:rsidRDefault="003D3A6E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</w:tr>
      <w:tr w:rsidR="003D3A6E" w14:paraId="1112648D" w14:textId="77777777">
        <w:trPr>
          <w:cantSplit/>
          <w:trHeight w:hRule="exact" w:val="438"/>
        </w:trPr>
        <w:tc>
          <w:tcPr>
            <w:tcW w:w="3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CA13A11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03D7731" w14:textId="77777777" w:rsidR="003D3A6E" w:rsidRDefault="003D3A6E">
            <w:pPr>
              <w:pStyle w:val="a3"/>
              <w:spacing w:before="105" w:line="191" w:lineRule="exact"/>
            </w:pPr>
            <w:r>
              <w:rPr>
                <w:rFonts w:ascii="ＭＳ 明朝" w:hAnsi="ＭＳ 明朝" w:hint="eastAsia"/>
              </w:rPr>
              <w:t xml:space="preserve">　　　　　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当　該　競　技　者　名　　　　印</w:t>
            </w:r>
          </w:p>
        </w:tc>
      </w:tr>
      <w:tr w:rsidR="003D3A6E" w14:paraId="6763A4E7" w14:textId="77777777">
        <w:trPr>
          <w:cantSplit/>
          <w:trHeight w:hRule="exact" w:val="221"/>
        </w:trPr>
        <w:tc>
          <w:tcPr>
            <w:tcW w:w="3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9A82F39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284173" w14:textId="77777777" w:rsidR="003D3A6E" w:rsidRDefault="003D3A6E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〔性別〕</w:t>
            </w:r>
            <w:r>
              <w:rPr>
                <w:rFonts w:eastAsia="Times New Roman" w:cs="Times New Roman"/>
              </w:rPr>
              <w:t xml:space="preserve">1. </w:t>
            </w:r>
            <w:r>
              <w:rPr>
                <w:rFonts w:ascii="ＭＳ 明朝" w:hAnsi="ＭＳ 明朝" w:hint="eastAsia"/>
              </w:rPr>
              <w:t xml:space="preserve">男　</w:t>
            </w:r>
            <w:r>
              <w:rPr>
                <w:rFonts w:eastAsia="Times New Roman" w:cs="Times New Roman"/>
              </w:rPr>
              <w:t xml:space="preserve">2. </w:t>
            </w:r>
            <w:r>
              <w:rPr>
                <w:rFonts w:ascii="ＭＳ 明朝" w:hAnsi="ＭＳ 明朝" w:hint="eastAsia"/>
              </w:rPr>
              <w:t>女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>＊いずれかに○印を付けること</w:t>
            </w:r>
          </w:p>
        </w:tc>
      </w:tr>
      <w:tr w:rsidR="003D3A6E" w14:paraId="0357D3BC" w14:textId="77777777">
        <w:trPr>
          <w:cantSplit/>
          <w:trHeight w:hRule="exact" w:val="223"/>
        </w:trPr>
        <w:tc>
          <w:tcPr>
            <w:tcW w:w="344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4BA20BC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386BEF0" w14:textId="77777777" w:rsidR="003D3A6E" w:rsidRDefault="003D3A6E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〔生年月日〕西暦　　　　　年　　月　　日</w:t>
            </w:r>
          </w:p>
        </w:tc>
      </w:tr>
    </w:tbl>
    <w:p w14:paraId="5B627EE7" w14:textId="77777777" w:rsidR="003D3A6E" w:rsidRDefault="003D3A6E">
      <w:pPr>
        <w:pStyle w:val="a3"/>
      </w:pPr>
    </w:p>
    <w:p w14:paraId="6CAB592E" w14:textId="69B03E83" w:rsidR="003D3A6E" w:rsidRDefault="003D3A6E">
      <w:pPr>
        <w:pStyle w:val="a3"/>
      </w:pPr>
      <w:r>
        <w:rPr>
          <w:rFonts w:ascii="ＭＳ 明朝" w:hAnsi="ＭＳ 明朝" w:hint="eastAsia"/>
        </w:rPr>
        <w:t xml:space="preserve">　標記大会について、国民</w:t>
      </w:r>
      <w:r w:rsidR="001D7C21">
        <w:rPr>
          <w:rFonts w:ascii="ＭＳ 明朝" w:hAnsi="ＭＳ 明朝" w:hint="eastAsia"/>
        </w:rPr>
        <w:t>スポーツ</w:t>
      </w:r>
      <w:r>
        <w:rPr>
          <w:rFonts w:ascii="ＭＳ 明朝" w:hAnsi="ＭＳ 明朝" w:hint="eastAsia"/>
        </w:rPr>
        <w:t>大会ふるさと選手制度により下記内容のとおり、使用申請いたします。</w:t>
      </w:r>
    </w:p>
    <w:p w14:paraId="04891DD2" w14:textId="77777777" w:rsidR="003D3A6E" w:rsidRDefault="003D09BD">
      <w:pPr>
        <w:pStyle w:val="a3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21E077E6" wp14:editId="3B646B0D">
                <wp:simplePos x="0" y="0"/>
                <wp:positionH relativeFrom="column">
                  <wp:posOffset>3886200</wp:posOffset>
                </wp:positionH>
                <wp:positionV relativeFrom="paragraph">
                  <wp:posOffset>117475</wp:posOffset>
                </wp:positionV>
                <wp:extent cx="457200" cy="228600"/>
                <wp:effectExtent l="0" t="0" r="0" b="0"/>
                <wp:wrapNone/>
                <wp:docPr id="11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228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D1DC21F" id="Line 10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6pt,9.25pt" to="342pt,2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">
                <v:stroke endarrow="block"/>
              </v:line>
            </w:pict>
          </mc:Fallback>
        </mc:AlternateContent>
      </w:r>
      <w:r w:rsidR="003D3A6E">
        <w:rPr>
          <w:rFonts w:eastAsia="Times New Roman" w:cs="Times New Roman"/>
        </w:rPr>
        <w:t xml:space="preserve">                                                 </w:t>
      </w:r>
      <w:r w:rsidR="00C37565">
        <w:rPr>
          <w:rFonts w:ascii="ＭＳ 明朝" w:hAnsi="ＭＳ 明朝" w:hint="eastAsia"/>
          <w:b/>
          <w:bCs/>
        </w:rPr>
        <w:t>該当種別・種目を記入</w:t>
      </w:r>
    </w:p>
    <w:p w14:paraId="1B49A82E" w14:textId="77777777" w:rsidR="003D3A6E" w:rsidRDefault="003D3A6E">
      <w:pPr>
        <w:pStyle w:val="a3"/>
      </w:pPr>
      <w:r>
        <w:rPr>
          <w:rFonts w:ascii="ＭＳ 明朝" w:hAnsi="ＭＳ 明朝" w:hint="eastAsia"/>
        </w:rPr>
        <w:t>１　参加競技名（種別及び種目名を含む）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3074"/>
        <w:gridCol w:w="2120"/>
        <w:gridCol w:w="2120"/>
        <w:gridCol w:w="265"/>
      </w:tblGrid>
      <w:tr w:rsidR="003D3A6E" w14:paraId="2F74177E" w14:textId="77777777" w:rsidTr="00041E3C">
        <w:trPr>
          <w:trHeight w:hRule="exact" w:val="529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14:paraId="73C5AA99" w14:textId="77777777" w:rsidR="003D3A6E" w:rsidRDefault="003D3A6E">
            <w:pPr>
              <w:pStyle w:val="a3"/>
              <w:spacing w:line="148" w:lineRule="exact"/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012EB123" w14:textId="77777777" w:rsidR="003D3A6E" w:rsidRDefault="003D3A6E">
            <w:pPr>
              <w:pStyle w:val="a3"/>
              <w:spacing w:before="105" w:line="148" w:lineRule="exact"/>
            </w:pPr>
          </w:p>
          <w:p w14:paraId="774E416F" w14:textId="77777777" w:rsidR="003D3A6E" w:rsidRDefault="003D3A6E">
            <w:pPr>
              <w:pStyle w:val="a3"/>
              <w:spacing w:line="191" w:lineRule="exact"/>
            </w:pPr>
            <w:r>
              <w:rPr>
                <w:rFonts w:ascii="ＭＳ 明朝" w:hAnsi="ＭＳ 明朝" w:hint="eastAsia"/>
              </w:rPr>
              <w:t xml:space="preserve">　　　　　　　　　</w:t>
            </w:r>
            <w:r w:rsidR="00C37565">
              <w:rPr>
                <w:rFonts w:ascii="ＭＳ 明朝" w:hAnsi="ＭＳ 明朝" w:hint="eastAsia"/>
              </w:rPr>
              <w:t>スキー</w:t>
            </w:r>
            <w:r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14:paraId="10314899" w14:textId="77777777" w:rsidR="003D3A6E" w:rsidRDefault="003D3A6E" w:rsidP="00041E3C">
            <w:r w:rsidRPr="00041E3C">
              <w:rPr>
                <w:rFonts w:hint="eastAsia"/>
              </w:rPr>
              <w:t>種別</w:t>
            </w:r>
          </w:p>
          <w:p w14:paraId="4DBACB9B" w14:textId="77777777" w:rsidR="00C37565" w:rsidRDefault="00C37565" w:rsidP="00041E3C">
            <w:r>
              <w:rPr>
                <w:rFonts w:hint="eastAsia"/>
              </w:rPr>
              <w:t xml:space="preserve">　　　</w:t>
            </w:r>
            <w:r w:rsidRPr="00F912B2">
              <w:rPr>
                <w:rFonts w:ascii="HGS創英角ﾎﾟｯﾌﾟ体" w:eastAsia="HGS創英角ﾎﾟｯﾌﾟ体" w:hAnsi="HGS創英角ﾎﾟｯﾌﾟ体" w:hint="eastAsia"/>
              </w:rPr>
              <w:t>アルペン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1221D1BA" w14:textId="77777777" w:rsidR="003D3A6E" w:rsidRDefault="00C37565" w:rsidP="00041E3C">
            <w:r>
              <w:rPr>
                <w:rFonts w:eastAsia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166BA9EB" wp14:editId="3B6247D5">
                      <wp:simplePos x="0" y="0"/>
                      <wp:positionH relativeFrom="column">
                        <wp:posOffset>-480695</wp:posOffset>
                      </wp:positionH>
                      <wp:positionV relativeFrom="paragraph">
                        <wp:posOffset>-140335</wp:posOffset>
                      </wp:positionV>
                      <wp:extent cx="161925" cy="219075"/>
                      <wp:effectExtent l="38100" t="0" r="28575" b="47625"/>
                      <wp:wrapNone/>
                      <wp:docPr id="17" name="Line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>
                                <a:off x="0" y="0"/>
                                <a:ext cx="161925" cy="21907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213E253D" id="Line 10" o:spid="_x0000_s1026" style="position:absolute;left:0;text-align:left;flip:x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7.85pt,-11.05pt" to="-25.1pt,6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">
                      <v:stroke endarrow="block"/>
                    </v:line>
                  </w:pict>
                </mc:Fallback>
              </mc:AlternateContent>
            </w:r>
            <w:r w:rsidR="003D3A6E">
              <w:rPr>
                <w:rFonts w:eastAsia="Times New Roman"/>
              </w:rPr>
              <w:t xml:space="preserve"> </w:t>
            </w:r>
            <w:r w:rsidR="003D3A6E" w:rsidRPr="00041E3C">
              <w:rPr>
                <w:rFonts w:hint="eastAsia"/>
              </w:rPr>
              <w:t>種目</w:t>
            </w:r>
          </w:p>
          <w:p w14:paraId="36778CEF" w14:textId="77777777" w:rsidR="00C37565" w:rsidRPr="00041E3C" w:rsidRDefault="00C37565" w:rsidP="00C37565">
            <w:pPr>
              <w:ind w:firstLineChars="200" w:firstLine="420"/>
            </w:pPr>
            <w:r w:rsidRPr="00F912B2">
              <w:rPr>
                <w:rFonts w:ascii="HGS創英角ﾎﾟｯﾌﾟ体" w:eastAsia="HGS創英角ﾎﾟｯﾌﾟ体" w:hAnsi="HGS創英角ﾎﾟｯﾌﾟ体" w:hint="eastAsia"/>
              </w:rPr>
              <w:t>ｼﾞｬｲｱﾝﾄｽﾗﾛｰﾑ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14:paraId="236687CA" w14:textId="77777777" w:rsidR="003D3A6E" w:rsidRDefault="003D3A6E">
            <w:pPr>
              <w:pStyle w:val="a3"/>
              <w:spacing w:line="148" w:lineRule="exact"/>
            </w:pPr>
          </w:p>
        </w:tc>
      </w:tr>
    </w:tbl>
    <w:p w14:paraId="13B5FEB7" w14:textId="77777777" w:rsidR="003D3A6E" w:rsidRDefault="00C37565">
      <w:pPr>
        <w:pStyle w:val="a3"/>
      </w:pPr>
      <w:r>
        <w:rPr>
          <w:rFonts w:hint="eastAsia"/>
        </w:rPr>
        <w:t xml:space="preserve">　　　　　　　　　　　　　　　　　　　　　</w:t>
      </w:r>
      <w:r w:rsidRPr="00F912B2">
        <w:rPr>
          <w:rFonts w:ascii="HGS創英角ﾎﾟｯﾌﾟ体" w:eastAsia="HGS創英角ﾎﾟｯﾌﾟ体" w:hAnsi="HGS創英角ﾎﾟｯﾌﾟ体" w:hint="eastAsia"/>
        </w:rPr>
        <w:t>（ノルディック）（クロスカントリー）</w:t>
      </w:r>
    </w:p>
    <w:p w14:paraId="47F95FF6" w14:textId="22AA9D0D" w:rsidR="003D3A6E" w:rsidRDefault="003D09BD">
      <w:pPr>
        <w:pStyle w:val="a3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446A7757" wp14:editId="437130F4">
                <wp:simplePos x="0" y="0"/>
                <wp:positionH relativeFrom="column">
                  <wp:posOffset>1143000</wp:posOffset>
                </wp:positionH>
                <wp:positionV relativeFrom="paragraph">
                  <wp:posOffset>112395</wp:posOffset>
                </wp:positionV>
                <wp:extent cx="381000" cy="533400"/>
                <wp:effectExtent l="0" t="0" r="0" b="0"/>
                <wp:wrapNone/>
                <wp:docPr id="10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56747B90" id="Line 12" o:spid="_x0000_s1026" style="position:absolute;left:0;text-align:lef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0pt,8.85pt" to="120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">
                <v:stroke endarrow="block"/>
              </v:lin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686FCD24" wp14:editId="241DC961">
                <wp:simplePos x="0" y="0"/>
                <wp:positionH relativeFrom="column">
                  <wp:posOffset>2971800</wp:posOffset>
                </wp:positionH>
                <wp:positionV relativeFrom="paragraph">
                  <wp:posOffset>112395</wp:posOffset>
                </wp:positionV>
                <wp:extent cx="152400" cy="533400"/>
                <wp:effectExtent l="0" t="0" r="0" b="0"/>
                <wp:wrapNone/>
                <wp:docPr id="9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8479532" id="Line 11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8.85pt" to="246pt,5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">
                <v:stroke endarrow="block"/>
              </v:line>
            </w:pict>
          </mc:Fallback>
        </mc:AlternateContent>
      </w:r>
      <w:r w:rsidR="003D3A6E">
        <w:rPr>
          <w:rFonts w:eastAsia="Times New Roman" w:cs="Times New Roman"/>
        </w:rPr>
        <w:t xml:space="preserve">      </w:t>
      </w:r>
      <w:r w:rsidR="003D3A6E">
        <w:rPr>
          <w:rFonts w:ascii="ＭＳ 明朝" w:hAnsi="ＭＳ 明朝" w:hint="eastAsia"/>
          <w:b/>
          <w:bCs/>
        </w:rPr>
        <w:t>ふるさと選手制度を使用して何年目</w:t>
      </w:r>
      <w:r w:rsidR="003D3A6E">
        <w:rPr>
          <w:rFonts w:eastAsia="Times New Roman" w:cs="Times New Roman"/>
        </w:rPr>
        <w:t xml:space="preserve">       </w:t>
      </w:r>
      <w:r w:rsidR="003D3A6E">
        <w:rPr>
          <w:rFonts w:ascii="ＭＳ 明朝" w:hAnsi="ＭＳ 明朝" w:hint="eastAsia"/>
        </w:rPr>
        <w:t xml:space="preserve">　　</w:t>
      </w:r>
      <w:r w:rsidR="003D3A6E">
        <w:rPr>
          <w:rFonts w:eastAsia="Times New Roman" w:cs="Times New Roman"/>
        </w:rPr>
        <w:t xml:space="preserve"> </w:t>
      </w:r>
      <w:r w:rsidR="003D3A6E">
        <w:rPr>
          <w:rFonts w:ascii="ＭＳ 明朝" w:hAnsi="ＭＳ 明朝" w:hint="eastAsia"/>
          <w:b/>
          <w:bCs/>
        </w:rPr>
        <w:t>前回参加した</w:t>
      </w:r>
      <w:r w:rsidR="0062012A">
        <w:rPr>
          <w:rFonts w:ascii="ＭＳ 明朝" w:hAnsi="ＭＳ 明朝" w:hint="eastAsia"/>
          <w:b/>
          <w:bCs/>
        </w:rPr>
        <w:t>大会(予選会を含む</w:t>
      </w:r>
    </w:p>
    <w:p w14:paraId="44E34406" w14:textId="5B71D7CA" w:rsidR="003D3A6E" w:rsidRDefault="003D3A6E" w:rsidP="00400F05">
      <w:pPr>
        <w:pStyle w:val="a3"/>
        <w:spacing w:line="240" w:lineRule="exact"/>
      </w:pPr>
      <w:r>
        <w:rPr>
          <w:rFonts w:eastAsia="Times New Roman" w:cs="Times New Roman"/>
        </w:rPr>
        <w:t xml:space="preserve">        </w:t>
      </w:r>
      <w:r>
        <w:rPr>
          <w:rFonts w:ascii="ＭＳ 明朝" w:hAnsi="ＭＳ 明朝" w:hint="eastAsia"/>
          <w:b/>
          <w:bCs/>
        </w:rPr>
        <w:t>になるかを記入</w:t>
      </w:r>
      <w:r>
        <w:rPr>
          <w:rFonts w:eastAsia="Times New Roman" w:cs="Times New Roman"/>
        </w:rPr>
        <w:t xml:space="preserve">                           </w:t>
      </w:r>
      <w:r w:rsidR="00041E3C">
        <w:rPr>
          <w:rFonts w:cs="Times New Roman" w:hint="eastAsia"/>
        </w:rPr>
        <w:t xml:space="preserve">　</w:t>
      </w:r>
      <w:r w:rsidR="0062012A" w:rsidRPr="0062012A">
        <w:rPr>
          <w:rFonts w:cs="Times New Roman" w:hint="eastAsia"/>
          <w:b/>
        </w:rPr>
        <w:t>の大会数と所属都道府県を記入</w:t>
      </w:r>
    </w:p>
    <w:p w14:paraId="5DB563FC" w14:textId="77777777" w:rsidR="003D3A6E" w:rsidRDefault="003D3A6E" w:rsidP="00400F05">
      <w:pPr>
        <w:pStyle w:val="a3"/>
        <w:spacing w:line="240" w:lineRule="exact"/>
      </w:pPr>
      <w:r>
        <w:rPr>
          <w:rFonts w:ascii="ＭＳ 明朝" w:hAnsi="ＭＳ 明朝" w:hint="eastAsia"/>
        </w:rPr>
        <w:t>２　「ふるさと選手制度」使用に関する確認</w:t>
      </w:r>
      <w:r>
        <w:rPr>
          <w:rFonts w:eastAsia="Times New Roman" w:cs="Times New Roman"/>
        </w:rPr>
        <w:t xml:space="preserve">             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3074"/>
        <w:gridCol w:w="1484"/>
        <w:gridCol w:w="2756"/>
        <w:gridCol w:w="265"/>
      </w:tblGrid>
      <w:tr w:rsidR="003D3A6E" w14:paraId="7A761BA7" w14:textId="77777777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2C9912B" w14:textId="77777777" w:rsidR="003D3A6E" w:rsidRDefault="003D3A6E">
            <w:pPr>
              <w:pStyle w:val="a3"/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D2D132" w14:textId="77777777" w:rsidR="003D3A6E" w:rsidRDefault="003D3A6E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利用状況</w:t>
            </w:r>
            <w:r>
              <w:rPr>
                <w:rFonts w:eastAsia="Times New Roman" w:cs="Times New Roman"/>
              </w:rPr>
              <w:t>(</w:t>
            </w:r>
            <w:r>
              <w:rPr>
                <w:rFonts w:ascii="ＭＳ 明朝" w:hAnsi="ＭＳ 明朝" w:hint="eastAsia"/>
              </w:rPr>
              <w:t>今回の使用を含む</w:t>
            </w:r>
            <w:r>
              <w:rPr>
                <w:rFonts w:eastAsia="Times New Roman" w:cs="Times New Roman"/>
              </w:rPr>
              <w:t>)</w:t>
            </w:r>
          </w:p>
        </w:tc>
        <w:tc>
          <w:tcPr>
            <w:tcW w:w="4240" w:type="dxa"/>
            <w:gridSpan w:val="2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7B05C4F" w14:textId="77777777" w:rsidR="003D3A6E" w:rsidRDefault="003D3A6E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前回出場大会の所属都道府県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13D200D1" w14:textId="77777777" w:rsidR="003D3A6E" w:rsidRDefault="003D3A6E">
            <w:pPr>
              <w:pStyle w:val="a3"/>
              <w:jc w:val="center"/>
            </w:pPr>
          </w:p>
        </w:tc>
      </w:tr>
      <w:tr w:rsidR="003D3A6E" w14:paraId="39F4048C" w14:textId="77777777">
        <w:trPr>
          <w:cantSplit/>
          <w:trHeight w:hRule="exact" w:val="219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0FCBAF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3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905AF59" w14:textId="77777777" w:rsidR="003D3A6E" w:rsidRDefault="003D3A6E">
            <w:pPr>
              <w:pStyle w:val="a3"/>
            </w:pPr>
            <w:r>
              <w:rPr>
                <w:rFonts w:ascii="ＭＳ 明朝" w:hAnsi="ＭＳ 明朝" w:hint="eastAsia"/>
              </w:rPr>
              <w:t>１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初回　　（　　）年連続</w:t>
            </w:r>
          </w:p>
        </w:tc>
        <w:tc>
          <w:tcPr>
            <w:tcW w:w="1484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A24BAB5" w14:textId="77777777" w:rsidR="003D3A6E" w:rsidRDefault="003D3A6E">
            <w:pPr>
              <w:pStyle w:val="a3"/>
              <w:spacing w:before="105" w:line="341" w:lineRule="exact"/>
            </w:pPr>
            <w:r>
              <w:rPr>
                <w:rFonts w:eastAsia="Times New Roman" w:cs="Times New Roman"/>
              </w:rPr>
              <w:t xml:space="preserve">           </w:t>
            </w:r>
            <w:r>
              <w:rPr>
                <w:rFonts w:ascii="ＭＳ 明朝" w:hAnsi="ＭＳ 明朝" w:hint="eastAsia"/>
              </w:rPr>
              <w:t>回</w:t>
            </w:r>
          </w:p>
        </w:tc>
        <w:tc>
          <w:tcPr>
            <w:tcW w:w="2756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3E1B6F45" w14:textId="77777777" w:rsidR="003D3A6E" w:rsidRDefault="003D3A6E">
            <w:pPr>
              <w:pStyle w:val="a3"/>
              <w:spacing w:before="105" w:line="341" w:lineRule="exact"/>
            </w:pPr>
            <w:r>
              <w:rPr>
                <w:rFonts w:eastAsia="Times New Roman" w:cs="Times New Roman"/>
              </w:rPr>
              <w:t xml:space="preserve">          </w:t>
            </w:r>
            <w:r>
              <w:rPr>
                <w:rFonts w:ascii="ＭＳ 明朝" w:hAnsi="ＭＳ 明朝" w:hint="eastAsia"/>
              </w:rPr>
              <w:t xml:space="preserve">　　都･道･府･県</w:t>
            </w: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3D8888C7" w14:textId="77777777" w:rsidR="003D3A6E" w:rsidRDefault="003D3A6E">
            <w:pPr>
              <w:pStyle w:val="a3"/>
              <w:spacing w:before="105" w:line="341" w:lineRule="exact"/>
            </w:pPr>
          </w:p>
        </w:tc>
      </w:tr>
      <w:tr w:rsidR="003D3A6E" w14:paraId="31D27F71" w14:textId="77777777">
        <w:trPr>
          <w:cantSplit/>
          <w:trHeight w:hRule="exact" w:val="221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15F48EC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307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1F7D6C50" w14:textId="77777777" w:rsidR="003D3A6E" w:rsidRDefault="003D3A6E">
            <w:pPr>
              <w:pStyle w:val="a3"/>
            </w:pPr>
            <w:r>
              <w:rPr>
                <w:rFonts w:ascii="ＭＳ 明朝" w:hAnsi="ＭＳ 明朝" w:hint="eastAsia"/>
              </w:rPr>
              <w:t>２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２回目　（　　）年連続</w:t>
            </w:r>
          </w:p>
        </w:tc>
        <w:tc>
          <w:tcPr>
            <w:tcW w:w="1484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B10617" w14:textId="77777777" w:rsidR="003D3A6E" w:rsidRDefault="003D3A6E">
            <w:pPr>
              <w:pStyle w:val="a3"/>
            </w:pPr>
          </w:p>
        </w:tc>
        <w:tc>
          <w:tcPr>
            <w:tcW w:w="2756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7436FB5" w14:textId="77777777" w:rsidR="003D3A6E" w:rsidRDefault="003D3A6E">
            <w:pPr>
              <w:pStyle w:val="a3"/>
            </w:pP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12133F1" w14:textId="77777777" w:rsidR="003D3A6E" w:rsidRDefault="003D3A6E">
            <w:pPr>
              <w:pStyle w:val="a3"/>
            </w:pPr>
          </w:p>
        </w:tc>
      </w:tr>
    </w:tbl>
    <w:p w14:paraId="736FD230" w14:textId="77777777" w:rsidR="003D3A6E" w:rsidRDefault="003D3A6E">
      <w:pPr>
        <w:pStyle w:val="a3"/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z w:val="18"/>
          <w:szCs w:val="18"/>
        </w:rPr>
        <w:t>＊利用状況については、１又は２のいずれかに○印の上、連続年数を記載すること。</w:t>
      </w:r>
    </w:p>
    <w:p w14:paraId="23DF67DC" w14:textId="77777777" w:rsidR="003D3A6E" w:rsidRDefault="003D3A6E">
      <w:pPr>
        <w:pStyle w:val="a3"/>
      </w:pPr>
      <w:r>
        <w:rPr>
          <w:rFonts w:ascii="ＭＳ 明朝" w:hAnsi="ＭＳ 明朝" w:hint="eastAsia"/>
        </w:rPr>
        <w:t xml:space="preserve">　　　　</w:t>
      </w:r>
      <w:r>
        <w:rPr>
          <w:rFonts w:ascii="ＭＳ 明朝" w:hAnsi="ＭＳ 明朝" w:hint="eastAsia"/>
          <w:sz w:val="18"/>
          <w:szCs w:val="18"/>
        </w:rPr>
        <w:t>＊前回大会</w:t>
      </w:r>
      <w:r>
        <w:rPr>
          <w:rFonts w:eastAsia="Times New Roman" w:cs="Times New Roman"/>
          <w:sz w:val="18"/>
          <w:szCs w:val="18"/>
        </w:rPr>
        <w:t>(</w:t>
      </w:r>
      <w:r>
        <w:rPr>
          <w:rFonts w:ascii="ＭＳ 明朝" w:hAnsi="ＭＳ 明朝" w:hint="eastAsia"/>
          <w:sz w:val="18"/>
          <w:szCs w:val="18"/>
        </w:rPr>
        <w:t>予選会を含む</w:t>
      </w:r>
      <w:r>
        <w:rPr>
          <w:rFonts w:eastAsia="Times New Roman" w:cs="Times New Roman"/>
          <w:sz w:val="18"/>
          <w:szCs w:val="18"/>
        </w:rPr>
        <w:t>)</w:t>
      </w:r>
      <w:r>
        <w:rPr>
          <w:rFonts w:ascii="ＭＳ 明朝" w:hAnsi="ＭＳ 明朝" w:hint="eastAsia"/>
          <w:sz w:val="18"/>
          <w:szCs w:val="18"/>
        </w:rPr>
        <w:t>に出場の所属都道府県名を記載すること。</w:t>
      </w:r>
    </w:p>
    <w:p w14:paraId="4CA03677" w14:textId="77777777" w:rsidR="003D3A6E" w:rsidRDefault="003D3A6E">
      <w:pPr>
        <w:pStyle w:val="a3"/>
      </w:pPr>
    </w:p>
    <w:p w14:paraId="39566160" w14:textId="77777777" w:rsidR="003D3A6E" w:rsidRDefault="003D09BD">
      <w:pPr>
        <w:pStyle w:val="a3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5C345E9" wp14:editId="4F5DD3E9">
                <wp:simplePos x="0" y="0"/>
                <wp:positionH relativeFrom="column">
                  <wp:posOffset>3810000</wp:posOffset>
                </wp:positionH>
                <wp:positionV relativeFrom="paragraph">
                  <wp:posOffset>133350</wp:posOffset>
                </wp:positionV>
                <wp:extent cx="152400" cy="381000"/>
                <wp:effectExtent l="0" t="0" r="0" b="0"/>
                <wp:wrapNone/>
                <wp:docPr id="8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3E89C699" id="Line 14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10.5pt" to="312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">
                <v:stroke endarrow="block"/>
              </v:lin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D976A6F" wp14:editId="14DB0788">
                <wp:simplePos x="0" y="0"/>
                <wp:positionH relativeFrom="column">
                  <wp:posOffset>1447800</wp:posOffset>
                </wp:positionH>
                <wp:positionV relativeFrom="paragraph">
                  <wp:posOffset>133350</wp:posOffset>
                </wp:positionV>
                <wp:extent cx="304800" cy="381000"/>
                <wp:effectExtent l="0" t="0" r="0" b="0"/>
                <wp:wrapNone/>
                <wp:docPr id="7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048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2C1021A6" id="Line 13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4pt,10.5pt" to="138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">
                <v:stroke endarrow="block"/>
              </v:line>
            </w:pict>
          </mc:Fallback>
        </mc:AlternateContent>
      </w:r>
      <w:r w:rsidR="003D3A6E">
        <w:rPr>
          <w:rFonts w:eastAsia="Times New Roman" w:cs="Times New Roman"/>
        </w:rPr>
        <w:t xml:space="preserve">     </w:t>
      </w:r>
      <w:r w:rsidR="003D3A6E">
        <w:rPr>
          <w:rFonts w:ascii="ＭＳ 明朝" w:hAnsi="ＭＳ 明朝" w:hint="eastAsia"/>
          <w:b/>
          <w:bCs/>
        </w:rPr>
        <w:t>正確に記入（京都府立○○高等学校など）</w:t>
      </w:r>
      <w:r w:rsidR="003D3A6E">
        <w:rPr>
          <w:rFonts w:eastAsia="Times New Roman" w:cs="Times New Roman"/>
        </w:rPr>
        <w:t xml:space="preserve">  </w:t>
      </w:r>
      <w:r w:rsidR="003D3A6E">
        <w:rPr>
          <w:rFonts w:ascii="ＭＳ 明朝" w:hAnsi="ＭＳ 明朝" w:hint="eastAsia"/>
          <w:b/>
          <w:bCs/>
        </w:rPr>
        <w:t>年度ではなく卒業の年月を西暦で記入</w:t>
      </w:r>
    </w:p>
    <w:p w14:paraId="41E27A2A" w14:textId="77777777" w:rsidR="003D3A6E" w:rsidRDefault="003D3A6E">
      <w:pPr>
        <w:pStyle w:val="a3"/>
      </w:pPr>
      <w:r>
        <w:rPr>
          <w:rFonts w:ascii="ＭＳ 明朝" w:hAnsi="ＭＳ 明朝" w:hint="eastAsia"/>
        </w:rPr>
        <w:t>３　卒業した学校名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4770"/>
        <w:gridCol w:w="2544"/>
        <w:gridCol w:w="265"/>
      </w:tblGrid>
      <w:tr w:rsidR="003D3A6E" w14:paraId="113098DD" w14:textId="77777777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28757261" w14:textId="77777777" w:rsidR="003D3A6E" w:rsidRDefault="003D3A6E">
            <w:pPr>
              <w:pStyle w:val="a3"/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3CB1B3E7" w14:textId="77777777" w:rsidR="003D3A6E" w:rsidRDefault="003D3A6E">
            <w:pPr>
              <w:pStyle w:val="a3"/>
            </w:pP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84F7565" w14:textId="77777777" w:rsidR="003D3A6E" w:rsidRDefault="003D3A6E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卒業年月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6B575A50" w14:textId="77777777" w:rsidR="003D3A6E" w:rsidRDefault="003D3A6E">
            <w:pPr>
              <w:pStyle w:val="a3"/>
              <w:jc w:val="center"/>
            </w:pPr>
          </w:p>
        </w:tc>
      </w:tr>
      <w:tr w:rsidR="003D3A6E" w14:paraId="5CEC01EE" w14:textId="77777777">
        <w:trPr>
          <w:cantSplit/>
          <w:trHeight w:hRule="exact" w:val="438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0651C0C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1F1AFF6" w14:textId="77777777" w:rsidR="003D3A6E" w:rsidRDefault="003D3A6E">
            <w:pPr>
              <w:pStyle w:val="a3"/>
              <w:spacing w:line="148" w:lineRule="exact"/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7FF81B4C" w14:textId="77777777" w:rsidR="003D3A6E" w:rsidRDefault="003D3A6E">
            <w:pPr>
              <w:pStyle w:val="a3"/>
              <w:spacing w:before="105" w:line="191" w:lineRule="exact"/>
            </w:pPr>
            <w:r>
              <w:rPr>
                <w:rFonts w:ascii="ＭＳ 明朝" w:hAnsi="ＭＳ 明朝" w:hint="eastAsia"/>
              </w:rPr>
              <w:t xml:space="preserve">　　　　年　　月　卒業</w:t>
            </w: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6C3C35E2" w14:textId="77777777" w:rsidR="003D3A6E" w:rsidRDefault="003D3A6E">
            <w:pPr>
              <w:pStyle w:val="a3"/>
              <w:spacing w:before="105" w:line="191" w:lineRule="exact"/>
            </w:pPr>
          </w:p>
        </w:tc>
      </w:tr>
    </w:tbl>
    <w:p w14:paraId="6512F7C7" w14:textId="77777777" w:rsidR="003D3A6E" w:rsidRDefault="003D3A6E">
      <w:pPr>
        <w:pStyle w:val="a3"/>
      </w:pPr>
      <w:r>
        <w:rPr>
          <w:rFonts w:ascii="ＭＳ 明朝" w:hAnsi="ＭＳ 明朝" w:hint="eastAsia"/>
          <w:sz w:val="18"/>
          <w:szCs w:val="18"/>
        </w:rPr>
        <w:t xml:space="preserve">　　　　　＊○○高等学校又は○○</w:t>
      </w:r>
      <w:r w:rsidR="00916AFF">
        <w:rPr>
          <w:rFonts w:ascii="ＭＳ 明朝" w:hAnsi="ＭＳ 明朝" w:hint="eastAsia"/>
          <w:sz w:val="18"/>
          <w:szCs w:val="18"/>
        </w:rPr>
        <w:t>小学校、○○</w:t>
      </w:r>
      <w:r>
        <w:rPr>
          <w:rFonts w:ascii="ＭＳ 明朝" w:hAnsi="ＭＳ 明朝" w:hint="eastAsia"/>
          <w:sz w:val="18"/>
          <w:szCs w:val="18"/>
        </w:rPr>
        <w:t>中学校など学校名を明確に記載すること。</w:t>
      </w:r>
    </w:p>
    <w:p w14:paraId="23B871D9" w14:textId="77777777" w:rsidR="003D3A6E" w:rsidRDefault="003D3A6E">
      <w:pPr>
        <w:pStyle w:val="a3"/>
      </w:pPr>
    </w:p>
    <w:p w14:paraId="75F46287" w14:textId="77777777" w:rsidR="003D3A6E" w:rsidRDefault="003D09BD" w:rsidP="00400F05">
      <w:pPr>
        <w:pStyle w:val="a3"/>
        <w:spacing w:line="240" w:lineRule="exact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1BCB2C4" wp14:editId="2F22D22F">
                <wp:simplePos x="0" y="0"/>
                <wp:positionH relativeFrom="column">
                  <wp:posOffset>1524000</wp:posOffset>
                </wp:positionH>
                <wp:positionV relativeFrom="paragraph">
                  <wp:posOffset>133985</wp:posOffset>
                </wp:positionV>
                <wp:extent cx="304800" cy="533400"/>
                <wp:effectExtent l="0" t="0" r="0" b="0"/>
                <wp:wrapNone/>
                <wp:docPr id="6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6009FE85" id="Line 16" o:spid="_x0000_s1026" style="position:absolute;left:0;text-align:left;flip:x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0pt,10.55pt" to="2in,5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aY5MgIAAFk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">
                <v:stroke endarrow="block"/>
              </v:line>
            </w:pict>
          </mc:Fallback>
        </mc:AlternateContent>
      </w: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5E62BC4" wp14:editId="4A29DE1C">
                <wp:simplePos x="0" y="0"/>
                <wp:positionH relativeFrom="column">
                  <wp:posOffset>1066800</wp:posOffset>
                </wp:positionH>
                <wp:positionV relativeFrom="paragraph">
                  <wp:posOffset>133985</wp:posOffset>
                </wp:positionV>
                <wp:extent cx="152400" cy="381000"/>
                <wp:effectExtent l="0" t="0" r="0" b="0"/>
                <wp:wrapNone/>
                <wp:docPr id="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12A47D56" id="Line 15" o:spid="_x0000_s1026" style="position:absolute;left:0;text-align:left;flip:x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84pt,10.55pt" to="96pt,40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">
                <v:stroke endarrow="block"/>
              </v:line>
            </w:pict>
          </mc:Fallback>
        </mc:AlternateContent>
      </w:r>
      <w:r w:rsidR="003D3A6E">
        <w:rPr>
          <w:rFonts w:eastAsia="Times New Roman" w:cs="Times New Roman"/>
        </w:rPr>
        <w:t xml:space="preserve">         </w:t>
      </w:r>
      <w:r w:rsidR="003D3A6E">
        <w:rPr>
          <w:rFonts w:ascii="ＭＳ 明朝" w:hAnsi="ＭＳ 明朝" w:hint="eastAsia"/>
          <w:b/>
          <w:bCs/>
        </w:rPr>
        <w:t>７桁の番号を記入</w:t>
      </w:r>
      <w:r w:rsidR="003D3A6E">
        <w:rPr>
          <w:rFonts w:ascii="ＭＳ 明朝" w:hAnsi="ＭＳ 明朝" w:hint="eastAsia"/>
        </w:rPr>
        <w:t xml:space="preserve">　　</w:t>
      </w:r>
      <w:r w:rsidR="003D3A6E">
        <w:rPr>
          <w:rFonts w:ascii="ＭＳ 明朝" w:hAnsi="ＭＳ 明朝" w:hint="eastAsia"/>
          <w:b/>
          <w:bCs/>
        </w:rPr>
        <w:t>正確に略さず記入（アパート・マンション名室番号まで）</w:t>
      </w:r>
    </w:p>
    <w:p w14:paraId="3B74C6EF" w14:textId="77777777" w:rsidR="003D3A6E" w:rsidRDefault="003D3A6E">
      <w:pPr>
        <w:pStyle w:val="a3"/>
      </w:pPr>
      <w:r>
        <w:rPr>
          <w:rFonts w:ascii="ＭＳ 明朝" w:hAnsi="ＭＳ 明朝" w:hint="eastAsia"/>
        </w:rPr>
        <w:t>４　現住所（登録した現住所に変更がない場合も記入すること。）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4982"/>
        <w:gridCol w:w="2544"/>
      </w:tblGrid>
      <w:tr w:rsidR="003D3A6E" w14:paraId="69E210A7" w14:textId="77777777">
        <w:trPr>
          <w:cantSplit/>
          <w:trHeight w:hRule="exact" w:val="221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0A009C43" w14:textId="77777777" w:rsidR="003D3A6E" w:rsidRDefault="003D3A6E">
            <w:pPr>
              <w:pStyle w:val="a3"/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777D39" w14:textId="77777777" w:rsidR="003D3A6E" w:rsidRDefault="003D09BD">
            <w:pPr>
              <w:pStyle w:val="a3"/>
            </w:pPr>
            <w:r>
              <w:rPr>
                <w:rFonts w:ascii="ＭＳ 明朝" w:hAnsi="ＭＳ 明朝" w:hint="eastAsia"/>
                <w:noProof/>
                <w:sz w:val="18"/>
                <w:szCs w:val="18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433AC531" wp14:editId="40ABCDA8">
                      <wp:simplePos x="0" y="0"/>
                      <wp:positionH relativeFrom="column">
                        <wp:posOffset>1248410</wp:posOffset>
                      </wp:positionH>
                      <wp:positionV relativeFrom="paragraph">
                        <wp:posOffset>73025</wp:posOffset>
                      </wp:positionV>
                      <wp:extent cx="304800" cy="228600"/>
                      <wp:effectExtent l="0" t="0" r="0" b="0"/>
                      <wp:wrapNone/>
                      <wp:docPr id="4" name="Lin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04800" cy="2286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1DB07A0F" id="Line 17" o:spid="_x0000_s1026" style="position:absolute;left:0;text-align:left;flip:x 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8.3pt,5.75pt" to="122.3pt,2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">
                      <v:stroke endarrow="block"/>
                    </v:line>
                  </w:pict>
                </mc:Fallback>
              </mc:AlternateContent>
            </w:r>
            <w:r w:rsidR="003D3A6E"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14:paraId="070BC71B" w14:textId="77777777" w:rsidR="003D3A6E" w:rsidRDefault="003D3A6E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電話番号</w:t>
            </w:r>
          </w:p>
        </w:tc>
      </w:tr>
      <w:tr w:rsidR="003D3A6E" w14:paraId="0C5ED6CF" w14:textId="77777777">
        <w:trPr>
          <w:cantSplit/>
          <w:trHeight w:hRule="exact" w:val="884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20A5B933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10BEADE6" w14:textId="77777777" w:rsidR="003D3A6E" w:rsidRDefault="003D3A6E">
            <w:pPr>
              <w:pStyle w:val="a3"/>
            </w:pPr>
            <w:r>
              <w:rPr>
                <w:rFonts w:ascii="ＭＳ 明朝" w:hAnsi="ＭＳ 明朝" w:hint="eastAsia"/>
              </w:rPr>
              <w:t>〒　　　－</w:t>
            </w:r>
          </w:p>
          <w:p w14:paraId="7E221842" w14:textId="77777777" w:rsidR="003D3A6E" w:rsidRDefault="003D3A6E">
            <w:pPr>
              <w:pStyle w:val="a3"/>
            </w:pPr>
            <w:r>
              <w:rPr>
                <w:rFonts w:eastAsia="Times New Roman" w:cs="Times New Roman"/>
              </w:rPr>
              <w:t xml:space="preserve">                       </w:t>
            </w:r>
            <w:r>
              <w:rPr>
                <w:rFonts w:ascii="ＭＳ 明朝" w:hAnsi="ＭＳ 明朝" w:hint="eastAsia"/>
                <w:b/>
                <w:bCs/>
              </w:rPr>
              <w:t>漢字にふりがなを記入</w:t>
            </w:r>
          </w:p>
          <w:p w14:paraId="7D0995A8" w14:textId="77777777" w:rsidR="003D3A6E" w:rsidRDefault="003D09BD">
            <w:pPr>
              <w:pStyle w:val="a3"/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19FD6C3E" wp14:editId="2A2E4192">
                      <wp:simplePos x="0" y="0"/>
                      <wp:positionH relativeFrom="column">
                        <wp:posOffset>3159125</wp:posOffset>
                      </wp:positionH>
                      <wp:positionV relativeFrom="paragraph">
                        <wp:posOffset>36830</wp:posOffset>
                      </wp:positionV>
                      <wp:extent cx="220345" cy="301625"/>
                      <wp:effectExtent l="0" t="0" r="0" b="0"/>
                      <wp:wrapNone/>
                      <wp:docPr id="3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220345" cy="301625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1DF09218" id="Line 18" o:spid="_x0000_s1026" style="position:absolute;left:0;text-align:left;flip:y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8.75pt,2.9pt" to="266.1pt,26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">
                      <v:stroke endarrow="block"/>
                    </v:line>
                  </w:pict>
                </mc:Fallback>
              </mc:AlternateContent>
            </w:r>
          </w:p>
          <w:p w14:paraId="73BF4DA2" w14:textId="77777777" w:rsidR="003D3A6E" w:rsidRDefault="003D09BD">
            <w:pPr>
              <w:pStyle w:val="a3"/>
            </w:pPr>
            <w:r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B96369C" wp14:editId="5CB9DDD4">
                      <wp:simplePos x="0" y="0"/>
                      <wp:positionH relativeFrom="column">
                        <wp:posOffset>1412240</wp:posOffset>
                      </wp:positionH>
                      <wp:positionV relativeFrom="paragraph">
                        <wp:posOffset>44450</wp:posOffset>
                      </wp:positionV>
                      <wp:extent cx="527685" cy="152400"/>
                      <wp:effectExtent l="0" t="0" r="0" b="0"/>
                      <wp:wrapNone/>
                      <wp:docPr id="2" name="Lin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527685" cy="152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      <w:pict>
                    <v:line w14:anchorId="609D0B55" id="Line 19" o:spid="_x0000_s1026" style="position:absolute;left:0;text-align:lef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1.2pt,3.5pt" to="152.75pt,1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">
                      <v:stroke endarrow="block"/>
                    </v:line>
                  </w:pict>
                </mc:Fallback>
              </mc:AlternateContent>
            </w:r>
            <w:r w:rsidR="003D3A6E">
              <w:rPr>
                <w:rFonts w:ascii="ＭＳ 明朝" w:hAnsi="ＭＳ 明朝" w:hint="eastAsia"/>
                <w:spacing w:val="-8"/>
              </w:rPr>
              <w:t>【所属（学校名、勤務先）　　　　　　　　　　　】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14:paraId="0D122695" w14:textId="77777777" w:rsidR="003D3A6E" w:rsidRDefault="003D3A6E">
            <w:pPr>
              <w:pStyle w:val="a3"/>
            </w:pPr>
          </w:p>
        </w:tc>
      </w:tr>
    </w:tbl>
    <w:p w14:paraId="2D636AEA" w14:textId="77777777" w:rsidR="003D3A6E" w:rsidRDefault="003D3A6E">
      <w:pPr>
        <w:pStyle w:val="a3"/>
      </w:pPr>
      <w:r>
        <w:rPr>
          <w:rFonts w:eastAsia="Times New Roman" w:cs="Times New Roman"/>
        </w:rPr>
        <w:t xml:space="preserve">                                    </w:t>
      </w:r>
      <w:r>
        <w:rPr>
          <w:rFonts w:ascii="ＭＳ 明朝" w:hAnsi="ＭＳ 明朝" w:hint="eastAsia"/>
          <w:b/>
          <w:bCs/>
        </w:rPr>
        <w:t>所属先名を記入</w:t>
      </w: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b/>
          <w:bCs/>
        </w:rPr>
        <w:t>市外局番から記入</w:t>
      </w:r>
    </w:p>
    <w:p w14:paraId="5A0950D3" w14:textId="77777777" w:rsidR="003D3A6E" w:rsidRDefault="003D3A6E">
      <w:pPr>
        <w:pStyle w:val="a3"/>
      </w:pPr>
      <w:r>
        <w:rPr>
          <w:rFonts w:ascii="ＭＳ 明朝" w:hAnsi="ＭＳ 明朝" w:hint="eastAsia"/>
        </w:rPr>
        <w:t>５　連絡先（登録した連絡先に変更がない場合も記入すること。）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4982"/>
        <w:gridCol w:w="2544"/>
      </w:tblGrid>
      <w:tr w:rsidR="003D3A6E" w14:paraId="1D76D6DB" w14:textId="77777777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326E82DF" w14:textId="77777777" w:rsidR="003D3A6E" w:rsidRDefault="003D3A6E">
            <w:pPr>
              <w:pStyle w:val="a3"/>
            </w:pP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14:paraId="549F8525" w14:textId="77777777" w:rsidR="003D3A6E" w:rsidRDefault="003D3A6E">
            <w:pPr>
              <w:pStyle w:val="a3"/>
            </w:pP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14:paraId="06C3B802" w14:textId="77777777" w:rsidR="003D3A6E" w:rsidRDefault="003D3A6E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電話番号</w:t>
            </w:r>
          </w:p>
        </w:tc>
      </w:tr>
      <w:tr w:rsidR="003D3A6E" w14:paraId="3AF332BF" w14:textId="77777777">
        <w:trPr>
          <w:cantSplit/>
          <w:trHeight w:hRule="exact" w:val="221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731D56E3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79B3FAB" w14:textId="77777777" w:rsidR="003D3A6E" w:rsidRDefault="003D3A6E">
            <w:pPr>
              <w:pStyle w:val="a3"/>
            </w:pPr>
            <w:r>
              <w:rPr>
                <w:rFonts w:ascii="ＭＳ 明朝" w:hAnsi="ＭＳ 明朝" w:hint="eastAsia"/>
              </w:rPr>
              <w:t>〒　　　－</w:t>
            </w:r>
          </w:p>
          <w:p w14:paraId="29E6710B" w14:textId="77777777" w:rsidR="003D3A6E" w:rsidRDefault="003D3A6E">
            <w:pPr>
              <w:pStyle w:val="a3"/>
            </w:pPr>
            <w:r>
              <w:rPr>
                <w:rFonts w:eastAsia="Times New Roman" w:cs="Times New Roman"/>
              </w:rPr>
              <w:t xml:space="preserve">      </w:t>
            </w:r>
            <w:r>
              <w:rPr>
                <w:rFonts w:ascii="ＭＳ 明朝" w:hAnsi="ＭＳ 明朝" w:hint="eastAsia"/>
                <w:b/>
                <w:bCs/>
              </w:rPr>
              <w:t>現住所の記入注釈に同じ</w:t>
            </w:r>
          </w:p>
          <w:p w14:paraId="088B7862" w14:textId="77777777" w:rsidR="003D3A6E" w:rsidRDefault="003D3A6E">
            <w:pPr>
              <w:pStyle w:val="a3"/>
            </w:pPr>
            <w:r>
              <w:rPr>
                <w:rFonts w:eastAsia="Times New Roman" w:cs="Times New Roman"/>
              </w:rPr>
              <w:t xml:space="preserve">     </w:t>
            </w:r>
            <w:r>
              <w:rPr>
                <w:rFonts w:ascii="ＭＳ 明朝" w:hAnsi="ＭＳ 明朝" w:hint="eastAsia"/>
                <w:b/>
                <w:bCs/>
              </w:rPr>
              <w:t>（現住所と同じ場合は、「同上」で可）</w:t>
            </w:r>
          </w:p>
        </w:tc>
        <w:tc>
          <w:tcPr>
            <w:tcW w:w="25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699602B8" w14:textId="77777777" w:rsidR="003D3A6E" w:rsidRDefault="003D3A6E">
            <w:pPr>
              <w:pStyle w:val="a3"/>
            </w:pPr>
          </w:p>
        </w:tc>
      </w:tr>
      <w:tr w:rsidR="003D3A6E" w14:paraId="55EEBEFA" w14:textId="77777777">
        <w:trPr>
          <w:cantSplit/>
          <w:trHeight w:hRule="exact" w:val="221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1EEEA46D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14:paraId="4426B7AC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2544" w:type="dxa"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1C6125AA" w14:textId="77777777" w:rsidR="003D3A6E" w:rsidRDefault="003D3A6E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携帯電話番号</w:t>
            </w:r>
          </w:p>
        </w:tc>
      </w:tr>
      <w:tr w:rsidR="003D3A6E" w14:paraId="1FDD4603" w14:textId="77777777">
        <w:trPr>
          <w:cantSplit/>
          <w:trHeight w:hRule="exact" w:val="221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43215CF4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14:paraId="71F7D833" w14:textId="77777777" w:rsidR="003D3A6E" w:rsidRDefault="003D3A6E">
            <w:pPr>
              <w:pStyle w:val="a3"/>
              <w:wordWrap/>
              <w:spacing w:line="240" w:lineRule="auto"/>
            </w:pPr>
          </w:p>
        </w:tc>
        <w:tc>
          <w:tcPr>
            <w:tcW w:w="2544" w:type="dxa"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14:paraId="4C2E1B61" w14:textId="77777777" w:rsidR="003D3A6E" w:rsidRDefault="003D3A6E">
            <w:pPr>
              <w:pStyle w:val="a3"/>
            </w:pPr>
          </w:p>
        </w:tc>
      </w:tr>
    </w:tbl>
    <w:p w14:paraId="06D3988A" w14:textId="77777777" w:rsidR="003D3A6E" w:rsidRDefault="003D3A6E">
      <w:pPr>
        <w:pStyle w:val="a3"/>
      </w:pPr>
    </w:p>
    <w:p w14:paraId="7E8FA97D" w14:textId="77777777" w:rsidR="003D3A6E" w:rsidRDefault="003D09BD">
      <w:pPr>
        <w:pStyle w:val="a3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0048" behindDoc="0" locked="0" layoutInCell="0" allowOverlap="1" wp14:anchorId="61800214" wp14:editId="06DCA0F8">
                <wp:simplePos x="0" y="0"/>
                <wp:positionH relativeFrom="column">
                  <wp:posOffset>0</wp:posOffset>
                </wp:positionH>
                <wp:positionV relativeFrom="paragraph">
                  <wp:posOffset>71755</wp:posOffset>
                </wp:positionV>
                <wp:extent cx="538480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384800" cy="0"/>
                        </a:xfrm>
                        <a:prstGeom prst="line">
                          <a:avLst/>
                        </a:prstGeom>
                        <a:noFill/>
                        <a:ln w="19050">
                          <a:solidFill>
                            <a:srgbClr val="000000"/>
                          </a:solidFill>
                          <a:prstDash val="lgDashDot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>
            <w:pict>
              <v:line w14:anchorId="4EEF7AB0" id="Line 2" o:spid="_x0000_s1026" style="position:absolute;left:0;text-align:left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5.65pt" to="424pt,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" o:allowincell="f" strokeweight="1.5pt">
                <v:stroke dashstyle="longDashDot"/>
              </v:line>
            </w:pict>
          </mc:Fallback>
        </mc:AlternateContent>
      </w:r>
    </w:p>
    <w:p w14:paraId="68662BED" w14:textId="77777777" w:rsidR="000C4F4C" w:rsidRDefault="003D3A6E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>ふるさと選手制度使用に係る留意事項</w:t>
      </w:r>
    </w:p>
    <w:p w14:paraId="32B00554" w14:textId="77777777" w:rsidR="003D3A6E" w:rsidRDefault="000C4F4C" w:rsidP="000C4F4C">
      <w:pPr>
        <w:pStyle w:val="a3"/>
        <w:ind w:left="210" w:hangingChars="100" w:hanging="210"/>
      </w:pPr>
      <w:r>
        <w:rPr>
          <w:rFonts w:ascii="ＭＳ 明朝" w:hAnsi="ＭＳ 明朝" w:hint="eastAsia"/>
        </w:rPr>
        <w:t xml:space="preserve">１　</w:t>
      </w:r>
      <w:r w:rsidR="003D3A6E" w:rsidRPr="000C4F4C">
        <w:rPr>
          <w:rFonts w:ascii="ＭＳ 明朝" w:hAnsi="ＭＳ 明朝" w:hint="eastAsia"/>
        </w:rPr>
        <w:t>「ふるさと」とは、卒業</w:t>
      </w:r>
      <w:r w:rsidR="00916AFF">
        <w:rPr>
          <w:rFonts w:ascii="ＭＳ 明朝" w:hAnsi="ＭＳ 明朝" w:hint="eastAsia"/>
        </w:rPr>
        <w:t>小学校、</w:t>
      </w:r>
      <w:r w:rsidR="003D3A6E" w:rsidRPr="000C4F4C">
        <w:rPr>
          <w:rFonts w:ascii="ＭＳ 明朝" w:hAnsi="ＭＳ 明朝" w:hint="eastAsia"/>
        </w:rPr>
        <w:t>中学校又は高等学校のいずれかの所在地が属する京都府とする。</w:t>
      </w:r>
    </w:p>
    <w:p w14:paraId="25C94660" w14:textId="77777777" w:rsidR="003D3A6E" w:rsidRDefault="003D3A6E">
      <w:pPr>
        <w:pStyle w:val="a3"/>
      </w:pPr>
      <w:r>
        <w:rPr>
          <w:rFonts w:ascii="ＭＳ 明朝" w:hAnsi="ＭＳ 明朝" w:hint="eastAsia"/>
        </w:rPr>
        <w:t>２　「ふるさと選手制度」を活用し参加を希望する選手は、あらかじめ所定の方法により　「ふるさと」を登録しなければならない。</w:t>
      </w:r>
    </w:p>
    <w:p w14:paraId="359DA911" w14:textId="77777777" w:rsidR="003D3A6E" w:rsidRDefault="003D3A6E">
      <w:pPr>
        <w:pStyle w:val="a3"/>
      </w:pPr>
      <w:r>
        <w:rPr>
          <w:rFonts w:ascii="ＭＳ 明朝" w:hAnsi="ＭＳ 明朝" w:hint="eastAsia"/>
        </w:rPr>
        <w:t xml:space="preserve">　　なお、一度登録した「ふるさと」は、変更できないものとする。</w:t>
      </w:r>
    </w:p>
    <w:p w14:paraId="7C6BC2FE" w14:textId="77777777" w:rsidR="003D3A6E" w:rsidRDefault="003D3A6E">
      <w:pPr>
        <w:pStyle w:val="a3"/>
      </w:pPr>
      <w:r>
        <w:rPr>
          <w:rFonts w:ascii="ＭＳ 明朝" w:hAnsi="ＭＳ 明朝" w:hint="eastAsia"/>
        </w:rPr>
        <w:t>３　ふるさと選手制度の活用については、原則として、１回につき２年以上連続とし、利　用できる回数は２回までとする。</w:t>
      </w:r>
    </w:p>
    <w:p w14:paraId="4D2497F6" w14:textId="77777777" w:rsidR="003D3A6E" w:rsidRDefault="003D3A6E" w:rsidP="000C4F4C">
      <w:pPr>
        <w:pStyle w:val="a3"/>
        <w:ind w:left="210" w:hangingChars="100" w:hanging="210"/>
      </w:pPr>
      <w:r>
        <w:rPr>
          <w:rFonts w:ascii="ＭＳ 明朝" w:hAnsi="ＭＳ 明朝" w:hint="eastAsia"/>
        </w:rPr>
        <w:t>４　「ふるさと」から参加する選手は、開催基準要項細則第３項</w:t>
      </w:r>
      <w:r>
        <w:rPr>
          <w:rFonts w:eastAsia="Times New Roman" w:cs="Times New Roman"/>
        </w:rPr>
        <w:t>-(1)-1)-</w:t>
      </w:r>
      <w:r>
        <w:rPr>
          <w:rFonts w:ascii="ＭＳ 明朝" w:hAnsi="ＭＳ 明朝" w:hint="eastAsia"/>
        </w:rPr>
        <w:t>③（国内移動選手の制限）に抵触しないものとする。</w:t>
      </w:r>
    </w:p>
    <w:sectPr w:rsidR="003D3A6E" w:rsidSect="000C4F4C">
      <w:pgSz w:w="11906" w:h="16838" w:code="9"/>
      <w:pgMar w:top="1021" w:right="1701" w:bottom="1021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5DE630C" w14:textId="77777777" w:rsidR="0083560A" w:rsidRDefault="0083560A" w:rsidP="00EC563B">
      <w:r>
        <w:separator/>
      </w:r>
    </w:p>
  </w:endnote>
  <w:endnote w:type="continuationSeparator" w:id="0">
    <w:p w14:paraId="40482708" w14:textId="77777777" w:rsidR="0083560A" w:rsidRDefault="0083560A" w:rsidP="00EC56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0AB365E" w14:textId="77777777" w:rsidR="0083560A" w:rsidRDefault="0083560A" w:rsidP="00EC563B">
      <w:r>
        <w:separator/>
      </w:r>
    </w:p>
  </w:footnote>
  <w:footnote w:type="continuationSeparator" w:id="0">
    <w:p w14:paraId="270F3F22" w14:textId="77777777" w:rsidR="0083560A" w:rsidRDefault="0083560A" w:rsidP="00EC563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D3A6E"/>
    <w:rsid w:val="00041E3C"/>
    <w:rsid w:val="000C4F4C"/>
    <w:rsid w:val="00143B1D"/>
    <w:rsid w:val="001D7C21"/>
    <w:rsid w:val="002C1CC3"/>
    <w:rsid w:val="003D09BD"/>
    <w:rsid w:val="003D3A6E"/>
    <w:rsid w:val="003E4E2B"/>
    <w:rsid w:val="00400F05"/>
    <w:rsid w:val="00445A2B"/>
    <w:rsid w:val="0048168E"/>
    <w:rsid w:val="004A4E00"/>
    <w:rsid w:val="0062012A"/>
    <w:rsid w:val="006C1606"/>
    <w:rsid w:val="00737A9D"/>
    <w:rsid w:val="00814459"/>
    <w:rsid w:val="0083560A"/>
    <w:rsid w:val="00894ADA"/>
    <w:rsid w:val="008C57F5"/>
    <w:rsid w:val="00916AFF"/>
    <w:rsid w:val="009241A6"/>
    <w:rsid w:val="00A24989"/>
    <w:rsid w:val="00AC0411"/>
    <w:rsid w:val="00BA0712"/>
    <w:rsid w:val="00C1799C"/>
    <w:rsid w:val="00C37565"/>
    <w:rsid w:val="00C43F7D"/>
    <w:rsid w:val="00C854EE"/>
    <w:rsid w:val="00C97506"/>
    <w:rsid w:val="00D60FF9"/>
    <w:rsid w:val="00D65FA1"/>
    <w:rsid w:val="00DC0B7C"/>
    <w:rsid w:val="00E375DD"/>
    <w:rsid w:val="00E55AA4"/>
    <w:rsid w:val="00E67844"/>
    <w:rsid w:val="00E85F2F"/>
    <w:rsid w:val="00E93315"/>
    <w:rsid w:val="00EC563B"/>
    <w:rsid w:val="00F36D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45BB2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link w:val="a5"/>
    <w:rsid w:val="00C43F7D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43F7D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EC5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C563B"/>
    <w:rPr>
      <w:kern w:val="2"/>
      <w:sz w:val="21"/>
      <w:szCs w:val="24"/>
    </w:rPr>
  </w:style>
  <w:style w:type="paragraph" w:styleId="a8">
    <w:name w:val="footer"/>
    <w:basedOn w:val="a"/>
    <w:link w:val="a9"/>
    <w:rsid w:val="00EC56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C563B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link w:val="a5"/>
    <w:rsid w:val="00C43F7D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C43F7D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EC563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EC563B"/>
    <w:rPr>
      <w:kern w:val="2"/>
      <w:sz w:val="21"/>
      <w:szCs w:val="24"/>
    </w:rPr>
  </w:style>
  <w:style w:type="paragraph" w:styleId="a8">
    <w:name w:val="footer"/>
    <w:basedOn w:val="a"/>
    <w:link w:val="a9"/>
    <w:rsid w:val="00EC563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EC563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kunaga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8</TotalTime>
  <Pages>1</Pages>
  <Words>1084</Words>
  <Characters>684</Characters>
  <Application>Microsoft Office Word</Application>
  <DocSecurity>0</DocSecurity>
  <Lines>5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【記載例】＜（財）京都府体育協会・競技団体会長あて２通作成する＞</vt:lpstr>
      <vt:lpstr>【記載例】＜（財）京都府体育協会・競技団体会長あて２通作成する＞</vt:lpstr>
    </vt:vector>
  </TitlesOfParts>
  <Company/>
  <LinksUpToDate>false</LinksUpToDate>
  <CharactersWithSpaces>1765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【記載例】＜（財）京都府体育協会・競技団体会長あて２通作成する＞</dc:title>
  <dc:subject/>
  <dc:creator>連盟 京都府</dc:creator>
  <cp:keywords/>
  <dc:description/>
  <cp:lastModifiedBy>nakamura</cp:lastModifiedBy>
  <cp:revision>11</cp:revision>
  <cp:lastPrinted>2018-03-06T05:02:00Z</cp:lastPrinted>
  <dcterms:created xsi:type="dcterms:W3CDTF">2021-09-10T10:49:00Z</dcterms:created>
  <dcterms:modified xsi:type="dcterms:W3CDTF">2025-09-16T07:24:00Z</dcterms:modified>
</cp:coreProperties>
</file>